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7B" w:rsidRPr="00D764DF" w:rsidRDefault="006A0D7B" w:rsidP="007A6A3A">
      <w:pPr>
        <w:jc w:val="center"/>
        <w:rPr>
          <w:b/>
          <w:bCs/>
          <w:color w:val="4F81BD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47.75pt;margin-top:33.75pt;width:65.35pt;height:73.4pt;z-index:251657216" fillcolor="#0070c0"/>
        </w:pict>
      </w:r>
      <w:r>
        <w:rPr>
          <w:noProof/>
          <w:lang w:eastAsia="de-DE"/>
        </w:rPr>
        <w:pict>
          <v:shape id="_x0000_s1027" type="#_x0000_t71" style="position:absolute;left:0;text-align:left;margin-left:449.25pt;margin-top:-44.15pt;width:65.35pt;height:73.4pt;z-index:251656192" fillcolor="#0070c0"/>
        </w:pict>
      </w:r>
      <w:r>
        <w:rPr>
          <w:b/>
          <w:bCs/>
          <w:color w:val="4F81BD"/>
          <w:sz w:val="52"/>
          <w:szCs w:val="52"/>
        </w:rPr>
        <w:t>D3</w:t>
      </w:r>
      <w:r w:rsidRPr="00D764DF">
        <w:rPr>
          <w:b/>
          <w:bCs/>
          <w:color w:val="4F81BD"/>
          <w:sz w:val="52"/>
          <w:szCs w:val="52"/>
        </w:rPr>
        <w:t xml:space="preserve"> </w:t>
      </w:r>
      <w:r>
        <w:rPr>
          <w:b/>
          <w:bCs/>
          <w:color w:val="4F81BD"/>
          <w:sz w:val="52"/>
          <w:szCs w:val="52"/>
        </w:rPr>
        <w:t>Anweisungen</w:t>
      </w:r>
    </w:p>
    <w:p w:rsidR="006A0D7B" w:rsidRDefault="006A0D7B" w:rsidP="006650BC">
      <w:pPr>
        <w:spacing w:after="0" w:line="240" w:lineRule="auto"/>
      </w:pPr>
      <w:r>
        <w:t>Gegeben sei die Grammatik G einer höheren Programmiersprache L.</w:t>
      </w:r>
    </w:p>
    <w:p w:rsidR="006A0D7B" w:rsidRDefault="006A0D7B" w:rsidP="006650BC">
      <w:pPr>
        <w:spacing w:after="0" w:line="240" w:lineRule="auto"/>
      </w:pPr>
      <w:r>
        <w:br/>
      </w:r>
      <w:r>
        <w:rPr>
          <w:noProof/>
          <w:lang w:eastAsia="de-DE"/>
        </w:rPr>
        <w:pict>
          <v:line id="_x0000_s1028" style="position:absolute;z-index:251659264;mso-position-horizontal-relative:text;mso-position-vertical-relative:text" from="-133.25pt,-100.3pt" to="-70.85pt,-100.3pt">
            <v:stroke endarrow="block"/>
          </v:line>
        </w:pict>
      </w:r>
      <w:r>
        <w:rPr>
          <w:noProof/>
          <w:lang w:eastAsia="de-DE"/>
        </w:rPr>
        <w:pict>
          <v:shape id="_x0000_s1029" type="#_x0000_t71" style="position:absolute;margin-left:449.75pt;margin-top:61.25pt;width:65.35pt;height:73.4pt;z-index:251658240;mso-position-horizontal-relative:text;mso-position-vertical-relative:text" fillcolor="#0070c0"/>
        </w:pict>
      </w:r>
      <w:r>
        <w:t xml:space="preserve">G = {N, T, P ,S} mit </w:t>
      </w:r>
      <w:r>
        <w:br/>
        <w:t xml:space="preserve">N = {S , A}, </w:t>
      </w:r>
    </w:p>
    <w:p w:rsidR="006A0D7B" w:rsidRPr="00AA19F5" w:rsidRDefault="006A0D7B" w:rsidP="006650BC">
      <w:pPr>
        <w:spacing w:after="0" w:line="240" w:lineRule="auto"/>
        <w:rPr>
          <w:lang w:val="en-GB"/>
        </w:rPr>
      </w:pPr>
      <w:r w:rsidRPr="00AA19F5">
        <w:rPr>
          <w:lang w:val="en-GB"/>
        </w:rPr>
        <w:t>T = {a</w:t>
      </w:r>
      <w:r>
        <w:rPr>
          <w:lang w:val="en-GB"/>
        </w:rPr>
        <w:t xml:space="preserve"> </w:t>
      </w:r>
      <w:r w:rsidRPr="00AA19F5">
        <w:rPr>
          <w:lang w:val="en-GB"/>
        </w:rPr>
        <w:t>, b</w:t>
      </w:r>
      <w:r>
        <w:rPr>
          <w:lang w:val="en-GB"/>
        </w:rPr>
        <w:t xml:space="preserve"> </w:t>
      </w:r>
      <w:r w:rsidRPr="00AA19F5">
        <w:rPr>
          <w:lang w:val="en-GB"/>
        </w:rPr>
        <w:t>, {</w:t>
      </w:r>
      <w:r>
        <w:rPr>
          <w:lang w:val="en-GB"/>
        </w:rPr>
        <w:t xml:space="preserve"> </w:t>
      </w:r>
      <w:r w:rsidRPr="00AA19F5">
        <w:rPr>
          <w:lang w:val="en-GB"/>
        </w:rPr>
        <w:t>, }</w:t>
      </w:r>
      <w:r>
        <w:rPr>
          <w:lang w:val="en-GB"/>
        </w:rPr>
        <w:t xml:space="preserve"> </w:t>
      </w:r>
      <w:r w:rsidRPr="00AA19F5">
        <w:rPr>
          <w:lang w:val="en-GB"/>
        </w:rPr>
        <w:t>, if</w:t>
      </w:r>
      <w:r>
        <w:rPr>
          <w:lang w:val="en-GB"/>
        </w:rPr>
        <w:t xml:space="preserve"> </w:t>
      </w:r>
      <w:r w:rsidRPr="00AA19F5">
        <w:rPr>
          <w:lang w:val="en-GB"/>
        </w:rPr>
        <w:t>, while</w:t>
      </w:r>
      <w:r>
        <w:rPr>
          <w:lang w:val="en-GB"/>
        </w:rPr>
        <w:t xml:space="preserve"> </w:t>
      </w:r>
      <w:r w:rsidRPr="00AA19F5">
        <w:rPr>
          <w:lang w:val="en-GB"/>
        </w:rPr>
        <w:t>, v</w:t>
      </w:r>
      <w:r>
        <w:rPr>
          <w:lang w:val="en-GB"/>
        </w:rPr>
        <w:t xml:space="preserve"> </w:t>
      </w:r>
      <w:r w:rsidRPr="00AA19F5">
        <w:rPr>
          <w:lang w:val="en-GB"/>
        </w:rPr>
        <w:t>, ;</w:t>
      </w:r>
      <w:r>
        <w:rPr>
          <w:lang w:val="en-GB"/>
        </w:rPr>
        <w:t xml:space="preserve"> </w:t>
      </w:r>
      <w:r w:rsidRPr="00AA19F5">
        <w:rPr>
          <w:lang w:val="en-GB"/>
        </w:rPr>
        <w:t xml:space="preserve">, =}, </w:t>
      </w:r>
    </w:p>
    <w:p w:rsidR="006A0D7B" w:rsidRDefault="006A0D7B" w:rsidP="006650BC">
      <w:pPr>
        <w:spacing w:after="0" w:line="240" w:lineRule="auto"/>
        <w:rPr>
          <w:lang w:val="en-GB"/>
        </w:rPr>
      </w:pPr>
      <w:r w:rsidRPr="00F07A8C">
        <w:rPr>
          <w:lang w:val="en-GB"/>
        </w:rPr>
        <w:t xml:space="preserve">P = {S </w:t>
      </w:r>
      <w:r w:rsidRPr="00043156">
        <w:rPr>
          <w:rFonts w:ascii="Wingdings 3" w:hAnsi="Wingdings 3" w:cs="Wingdings 3"/>
        </w:rPr>
        <w:t></w:t>
      </w:r>
      <w:r w:rsidRPr="00F07A8C">
        <w:rPr>
          <w:lang w:val="en-GB"/>
        </w:rPr>
        <w:t xml:space="preserve"> {A}</w:t>
      </w:r>
      <w:r>
        <w:rPr>
          <w:lang w:val="en-GB"/>
        </w:rPr>
        <w:t xml:space="preserve"> </w:t>
      </w:r>
      <w:r w:rsidRPr="00F07A8C">
        <w:rPr>
          <w:lang w:val="en-GB"/>
        </w:rPr>
        <w:t xml:space="preserve">, </w:t>
      </w:r>
      <w:r>
        <w:rPr>
          <w:lang w:val="en-GB"/>
        </w:rPr>
        <w:t xml:space="preserve">  </w:t>
      </w:r>
      <w:r w:rsidRPr="00F07A8C">
        <w:rPr>
          <w:lang w:val="en-GB"/>
        </w:rPr>
        <w:t xml:space="preserve">S </w:t>
      </w:r>
      <w:r w:rsidRPr="00043156">
        <w:rPr>
          <w:rFonts w:ascii="Wingdings 3" w:hAnsi="Wingdings 3" w:cs="Wingdings 3"/>
        </w:rPr>
        <w:t></w:t>
      </w:r>
      <w:r w:rsidRPr="00F07A8C">
        <w:rPr>
          <w:lang w:val="en-GB"/>
        </w:rPr>
        <w:t xml:space="preserve"> if b S</w:t>
      </w:r>
      <w:r>
        <w:rPr>
          <w:lang w:val="en-GB"/>
        </w:rPr>
        <w:t xml:space="preserve"> </w:t>
      </w:r>
      <w:r w:rsidRPr="00F07A8C">
        <w:rPr>
          <w:lang w:val="en-GB"/>
        </w:rPr>
        <w:t>,</w:t>
      </w:r>
      <w:r>
        <w:rPr>
          <w:lang w:val="en-GB"/>
        </w:rPr>
        <w:t xml:space="preserve">   </w:t>
      </w:r>
      <w:r w:rsidRPr="00F07A8C">
        <w:rPr>
          <w:lang w:val="en-GB"/>
        </w:rPr>
        <w:t xml:space="preserve">S </w:t>
      </w:r>
      <w:r w:rsidRPr="00043156">
        <w:rPr>
          <w:rFonts w:ascii="Wingdings 3" w:hAnsi="Wingdings 3" w:cs="Wingdings 3"/>
        </w:rPr>
        <w:t></w:t>
      </w:r>
      <w:r>
        <w:rPr>
          <w:lang w:val="en-GB"/>
        </w:rPr>
        <w:t xml:space="preserve"> while b S ,</w:t>
      </w:r>
      <w:r w:rsidRPr="00F07A8C">
        <w:rPr>
          <w:lang w:val="en-GB"/>
        </w:rPr>
        <w:t xml:space="preserve"> </w:t>
      </w:r>
      <w:r>
        <w:rPr>
          <w:lang w:val="en-GB"/>
        </w:rPr>
        <w:t xml:space="preserve">  </w:t>
      </w:r>
      <w:r w:rsidRPr="00F07A8C">
        <w:rPr>
          <w:lang w:val="en-GB"/>
        </w:rPr>
        <w:t xml:space="preserve">S </w:t>
      </w:r>
      <w:r w:rsidRPr="00043156">
        <w:rPr>
          <w:rFonts w:ascii="Wingdings 3" w:hAnsi="Wingdings 3" w:cs="Wingdings 3"/>
        </w:rPr>
        <w:t></w:t>
      </w:r>
      <w:r>
        <w:rPr>
          <w:lang w:val="en-GB"/>
        </w:rPr>
        <w:t xml:space="preserve"> v = a; ,   A </w:t>
      </w:r>
      <w:r w:rsidRPr="00043156">
        <w:rPr>
          <w:rFonts w:ascii="Wingdings 3" w:hAnsi="Wingdings 3" w:cs="Wingdings 3"/>
        </w:rPr>
        <w:t></w:t>
      </w:r>
      <w:r>
        <w:rPr>
          <w:lang w:val="en-GB"/>
        </w:rPr>
        <w:t xml:space="preserve"> S ,   A </w:t>
      </w:r>
      <w:r w:rsidRPr="00043156">
        <w:rPr>
          <w:rFonts w:ascii="Wingdings 3" w:hAnsi="Wingdings 3" w:cs="Wingdings 3"/>
        </w:rPr>
        <w:t></w:t>
      </w:r>
      <w:r>
        <w:rPr>
          <w:lang w:val="en-GB"/>
        </w:rPr>
        <w:t xml:space="preserve"> AS },</w:t>
      </w:r>
    </w:p>
    <w:p w:rsidR="006A0D7B" w:rsidRDefault="006A0D7B" w:rsidP="006650BC">
      <w:pPr>
        <w:spacing w:after="0" w:line="240" w:lineRule="auto"/>
        <w:rPr>
          <w:lang w:val="en-GB"/>
        </w:rPr>
      </w:pPr>
      <w:r>
        <w:rPr>
          <w:lang w:val="en-GB"/>
        </w:rPr>
        <w:t>S = S,</w:t>
      </w:r>
    </w:p>
    <w:p w:rsidR="006A0D7B" w:rsidRDefault="006A0D7B" w:rsidP="006650BC">
      <w:pPr>
        <w:spacing w:after="0" w:line="240" w:lineRule="auto"/>
        <w:rPr>
          <w:lang w:val="en-GB"/>
        </w:rPr>
      </w:pPr>
    </w:p>
    <w:p w:rsidR="006A0D7B" w:rsidRDefault="006A0D7B" w:rsidP="006650BC">
      <w:pPr>
        <w:spacing w:after="0" w:line="240" w:lineRule="auto"/>
      </w:pPr>
      <w:r w:rsidRPr="00F07A8C">
        <w:t xml:space="preserve">Dabei steht b für Bedingung und enthält bereits die runden Klammern, v für Variable und </w:t>
      </w:r>
      <w:r w:rsidRPr="00F07A8C">
        <w:br/>
      </w:r>
      <w:r>
        <w:t>a für allgemeinen Ausdruck.</w:t>
      </w:r>
    </w:p>
    <w:p w:rsidR="006A0D7B" w:rsidRPr="00F07A8C" w:rsidRDefault="006A0D7B" w:rsidP="006650BC">
      <w:pPr>
        <w:spacing w:after="0" w:line="240" w:lineRule="auto"/>
      </w:pPr>
    </w:p>
    <w:p w:rsidR="006A0D7B" w:rsidRDefault="006A0D7B" w:rsidP="006650BC">
      <w:pPr>
        <w:spacing w:after="0" w:line="240" w:lineRule="auto"/>
      </w:pPr>
      <w:r>
        <w:t>Aufgabe:</w:t>
      </w:r>
    </w:p>
    <w:p w:rsidR="006A0D7B" w:rsidRDefault="006A0D7B" w:rsidP="006650BC">
      <w:pPr>
        <w:spacing w:after="0" w:line="240" w:lineRule="auto"/>
      </w:pPr>
      <w:r>
        <w:t>Analysieren Sie, ob die gegebenen Quelltexte zur Programmiersprache L gehören.</w:t>
      </w:r>
      <w:r>
        <w:br/>
        <w:t>Führen Sie den Beweis Ihrer Aussage jeweils mit einem Ableitungsbaum.</w:t>
      </w:r>
    </w:p>
    <w:p w:rsidR="006A0D7B" w:rsidRDefault="006A0D7B" w:rsidP="006650BC">
      <w:pPr>
        <w:spacing w:after="0" w:line="240" w:lineRule="auto"/>
      </w:pPr>
    </w:p>
    <w:p w:rsidR="006A0D7B" w:rsidRDefault="006A0D7B" w:rsidP="006650BC">
      <w:pPr>
        <w:spacing w:after="0" w:line="240" w:lineRule="auto"/>
      </w:pP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>{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zaehler = 1;                            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while ( zaehler &lt;= 5 )                      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{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 zaehler = zaehler + 1;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}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>}</w:t>
      </w:r>
    </w:p>
    <w:p w:rsidR="006A0D7B" w:rsidRDefault="006A0D7B" w:rsidP="00043156">
      <w:pPr>
        <w:spacing w:after="0" w:line="240" w:lineRule="auto"/>
        <w:rPr>
          <w:rFonts w:ascii="Wingdings 3" w:hAnsi="Wingdings 3" w:cs="Wingdings 3"/>
        </w:rPr>
      </w:pP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>{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if ( x &lt; y )                      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{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 z = x;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 x = y;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 y = z; 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 xml:space="preserve">     }</w:t>
      </w:r>
    </w:p>
    <w:p w:rsidR="006A0D7B" w:rsidRDefault="006A0D7B" w:rsidP="00043156">
      <w:pPr>
        <w:pStyle w:val="HTMLPreformatted"/>
        <w:pBdr>
          <w:top w:val="double" w:sz="6" w:space="14" w:color="A52A2A"/>
          <w:left w:val="double" w:sz="6" w:space="14" w:color="A52A2A"/>
          <w:bottom w:val="double" w:sz="6" w:space="14" w:color="A52A2A"/>
          <w:right w:val="double" w:sz="6" w:space="14" w:color="A52A2A"/>
        </w:pBdr>
        <w:shd w:val="clear" w:color="auto" w:fill="FFFFFF"/>
        <w:ind w:right="567"/>
      </w:pPr>
      <w:r>
        <w:t>}</w:t>
      </w:r>
    </w:p>
    <w:p w:rsidR="006A0D7B" w:rsidRDefault="006A0D7B" w:rsidP="00043156">
      <w:pPr>
        <w:spacing w:after="0" w:line="240" w:lineRule="auto"/>
      </w:pPr>
    </w:p>
    <w:p w:rsidR="006A0D7B" w:rsidRDefault="006A0D7B" w:rsidP="006650BC">
      <w:pPr>
        <w:spacing w:after="0" w:line="240" w:lineRule="auto"/>
      </w:pPr>
    </w:p>
    <w:sectPr w:rsidR="006A0D7B" w:rsidSect="00452123">
      <w:footerReference w:type="default" r:id="rId6"/>
      <w:pgSz w:w="11906" w:h="16838"/>
      <w:pgMar w:top="141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D7B" w:rsidRDefault="006A0D7B" w:rsidP="006A0D7B">
      <w:pPr>
        <w:spacing w:after="0" w:line="240" w:lineRule="auto"/>
      </w:pPr>
      <w:r>
        <w:separator/>
      </w:r>
    </w:p>
  </w:endnote>
  <w:endnote w:type="continuationSeparator" w:id="0">
    <w:p w:rsidR="006A0D7B" w:rsidRDefault="006A0D7B" w:rsidP="006A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D7B" w:rsidRDefault="006A0D7B">
    <w:pPr>
      <w:pStyle w:val="Footer"/>
    </w:pPr>
    <w:r>
      <w:t>Powered by Lutz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D7B" w:rsidRDefault="006A0D7B" w:rsidP="006A0D7B">
      <w:pPr>
        <w:spacing w:after="0" w:line="240" w:lineRule="auto"/>
      </w:pPr>
      <w:r>
        <w:separator/>
      </w:r>
    </w:p>
  </w:footnote>
  <w:footnote w:type="continuationSeparator" w:id="0">
    <w:p w:rsidR="006A0D7B" w:rsidRDefault="006A0D7B" w:rsidP="006A0D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A3A"/>
    <w:rsid w:val="00043156"/>
    <w:rsid w:val="000574CD"/>
    <w:rsid w:val="000F6B7C"/>
    <w:rsid w:val="00331507"/>
    <w:rsid w:val="00445186"/>
    <w:rsid w:val="00452123"/>
    <w:rsid w:val="004F52FD"/>
    <w:rsid w:val="00594164"/>
    <w:rsid w:val="006650BC"/>
    <w:rsid w:val="006A0D7B"/>
    <w:rsid w:val="007A6A3A"/>
    <w:rsid w:val="007F1D7C"/>
    <w:rsid w:val="009C02DD"/>
    <w:rsid w:val="00A12293"/>
    <w:rsid w:val="00A55F30"/>
    <w:rsid w:val="00AA19F5"/>
    <w:rsid w:val="00C30520"/>
    <w:rsid w:val="00CE3B8B"/>
    <w:rsid w:val="00D764DF"/>
    <w:rsid w:val="00EA7DEA"/>
    <w:rsid w:val="00F07A8C"/>
    <w:rsid w:val="00FE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043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/>
    </w:pPr>
    <w:rPr>
      <w:rFonts w:ascii="Courier New" w:hAnsi="Courier New" w:cs="Courier New"/>
      <w:lang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4E28"/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0F6B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E28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0F6B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E2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0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105</Words>
  <Characters>665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Herbst</dc:creator>
  <cp:keywords/>
  <dc:description/>
  <cp:lastModifiedBy>fachgruppe</cp:lastModifiedBy>
  <cp:revision>6</cp:revision>
  <dcterms:created xsi:type="dcterms:W3CDTF">2011-04-09T17:27:00Z</dcterms:created>
  <dcterms:modified xsi:type="dcterms:W3CDTF">2011-04-13T12:34:00Z</dcterms:modified>
</cp:coreProperties>
</file>